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573C9">
        <w:rPr>
          <w:rFonts w:ascii="Corbel" w:hAnsi="Corbel"/>
          <w:b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F1223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C22DD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EB163A">
        <w:rPr>
          <w:rFonts w:ascii="Corbel" w:hAnsi="Corbel"/>
          <w:sz w:val="20"/>
          <w:szCs w:val="20"/>
        </w:rPr>
        <w:t>akademicki 2024</w:t>
      </w:r>
      <w:r w:rsidR="009573C9">
        <w:rPr>
          <w:rFonts w:ascii="Corbel" w:hAnsi="Corbel"/>
          <w:sz w:val="20"/>
          <w:szCs w:val="20"/>
        </w:rPr>
        <w:t>/2025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41655" w:rsidRDefault="00367A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41655">
              <w:rPr>
                <w:rFonts w:ascii="Corbel" w:hAnsi="Corbel"/>
                <w:sz w:val="24"/>
                <w:szCs w:val="24"/>
              </w:rPr>
              <w:t>Prawo ochrony środowiska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47A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7A0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B16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63A">
              <w:rPr>
                <w:rFonts w:ascii="Corbel" w:hAnsi="Corbel"/>
                <w:b w:val="0"/>
                <w:sz w:val="24"/>
                <w:szCs w:val="24"/>
              </w:rPr>
              <w:t>Zakład prawa administracyjnego i postępowania administracyjnego i Pracownia Prawa Policyjnego Instytutu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F2B81" w:rsidP="00CC52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92E5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2E5A" w:rsidP="00367A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EB163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B163A">
              <w:rPr>
                <w:rFonts w:ascii="Corbel" w:hAnsi="Corbel"/>
                <w:b w:val="0"/>
                <w:sz w:val="24"/>
                <w:szCs w:val="24"/>
              </w:rPr>
              <w:t xml:space="preserve"> semestr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0E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92E5A" w:rsidP="00B50D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="00B50D95"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647A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7A03">
              <w:rPr>
                <w:rFonts w:ascii="Corbel" w:hAnsi="Corbel"/>
                <w:b w:val="0"/>
                <w:sz w:val="24"/>
                <w:szCs w:val="24"/>
              </w:rPr>
              <w:t>Dr Artur Maz</w:t>
            </w:r>
            <w:r w:rsidR="00AF7A65">
              <w:rPr>
                <w:rFonts w:ascii="Corbel" w:hAnsi="Corbel"/>
                <w:b w:val="0"/>
                <w:sz w:val="24"/>
                <w:szCs w:val="24"/>
              </w:rPr>
              <w:t>urkiewicz,</w:t>
            </w:r>
            <w:r w:rsidR="00EB163A">
              <w:rPr>
                <w:rFonts w:ascii="Corbel" w:hAnsi="Corbel"/>
                <w:b w:val="0"/>
                <w:sz w:val="24"/>
                <w:szCs w:val="24"/>
              </w:rPr>
              <w:t xml:space="preserve"> Mgr Karol Hermanowski 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B163A" w:rsidRPr="009C54AE" w:rsidTr="00EB163A">
        <w:trPr>
          <w:trHeight w:val="200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3A" w:rsidRPr="009C54AE" w:rsidRDefault="00EB163A" w:rsidP="00EB16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3A" w:rsidRPr="009C54AE" w:rsidRDefault="00EB163A" w:rsidP="00EB16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3A" w:rsidRPr="009C54AE" w:rsidRDefault="00EB163A" w:rsidP="00EB16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3A" w:rsidRPr="009C54AE" w:rsidRDefault="00EB163A" w:rsidP="00EB16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3A" w:rsidRPr="009C54AE" w:rsidRDefault="00EB163A" w:rsidP="00EB16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3A" w:rsidRPr="009C54AE" w:rsidRDefault="00EB163A" w:rsidP="00EB16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3A" w:rsidRPr="009C54AE" w:rsidRDefault="00EB163A" w:rsidP="00EB16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3A" w:rsidRPr="009C54AE" w:rsidRDefault="00EB163A" w:rsidP="00EB16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3A" w:rsidRPr="009C54AE" w:rsidRDefault="00EB163A" w:rsidP="00EB16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3A" w:rsidRPr="009C54AE" w:rsidRDefault="00EB163A" w:rsidP="00EB16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70EE8" w:rsidRPr="00887D69" w:rsidRDefault="00970EE8" w:rsidP="00970E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970EE8" w:rsidRPr="009C54AE" w:rsidRDefault="00970EE8" w:rsidP="00970E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B50D95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E960BB" w:rsidRDefault="00EB163A" w:rsidP="009C54AE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 w:rsidRPr="00EB163A">
        <w:rPr>
          <w:rFonts w:ascii="Corbel" w:eastAsia="Cambria" w:hAnsi="Corbel"/>
          <w:b w:val="0"/>
          <w:smallCaps w:val="0"/>
          <w:sz w:val="22"/>
        </w:rPr>
        <w:t>W przypadku konwersatorium - zaliczenie na ocenę w formie pisemnej lub ustnej.</w:t>
      </w:r>
    </w:p>
    <w:p w:rsidR="00EB163A" w:rsidRDefault="00EB16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B163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:rsidR="00A41655" w:rsidRPr="009C54AE" w:rsidRDefault="00A4165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367A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z </w:t>
            </w:r>
            <w:r w:rsidR="00367A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 </w:t>
            </w: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41655" w:rsidRDefault="00A4165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41655" w:rsidRDefault="00A4165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367A7A" w:rsidP="00367A7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Kolejnym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jest omówienie regulacji sektorowych rządzących poszczególnymi działami tej dziedziny prawa.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367A7A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Istotnym celem</w:t>
            </w:r>
            <w:r w:rsidRPr="00367A7A">
              <w:rPr>
                <w:rFonts w:ascii="Corbel" w:hAnsi="Corbel"/>
                <w:b w:val="0"/>
                <w:sz w:val="24"/>
                <w:szCs w:val="24"/>
              </w:rPr>
              <w:t xml:space="preserve"> omawianego przedmiotu, osiąganym przez wskazanie i omawianie zakresu zagrożeń dla środowiska, jest kształtowanie u studentów postawy proekologicznej.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24C6E" w:rsidRPr="009C54AE" w:rsidRDefault="00B24C6E" w:rsidP="00B24C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24C6E" w:rsidRPr="009C54AE" w:rsidRDefault="00B24C6E" w:rsidP="00B24C6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B24C6E" w:rsidRPr="009C54AE" w:rsidTr="00061B3C">
        <w:tc>
          <w:tcPr>
            <w:tcW w:w="1701" w:type="dxa"/>
            <w:vAlign w:val="center"/>
          </w:tcPr>
          <w:p w:rsidR="00B24C6E" w:rsidRPr="009C54AE" w:rsidRDefault="00B24C6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24C6E" w:rsidRPr="009C54AE" w:rsidRDefault="00B24C6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B24C6E" w:rsidRPr="009C54AE" w:rsidRDefault="00B24C6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Pr="009C54A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B24C6E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  <w:p w:rsidR="00B24C6E" w:rsidRPr="009C54AE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K_W02, </w:t>
            </w:r>
          </w:p>
          <w:p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</w:t>
            </w:r>
          </w:p>
          <w:p w:rsidR="00B24C6E" w:rsidRPr="009C54A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B24C6E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Posługuje się właściwie pojęciami z zakresu prawa ochrony środowiska, posiadając pogłębioną wiedzę na temat procesów stanowienia i stosowania prawa oraz metod i narzędzi stosowanych w ich pozyskiwaniu. </w:t>
            </w:r>
          </w:p>
          <w:p w:rsidR="00B24C6E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B24C6E" w:rsidRPr="001C3AD1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Pr="001C3AD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:rsidR="00B24C6E" w:rsidRDefault="00B24C6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wykonujące zadania z zakresu ochrony środowiska</w:t>
            </w: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posiada wiedzę w zakresie zasad i norm etycznych, a także etyki zawodowej podmiotów wykonujących określone zadania.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Pr="00367A7A">
              <w:rPr>
                <w:rFonts w:ascii="Corbel" w:hAnsi="Corbel"/>
                <w:b w:val="0"/>
                <w:smallCaps w:val="0"/>
                <w:szCs w:val="24"/>
              </w:rPr>
              <w:t>pisuje instrumenty prawne dające obywatelom możliwość czynnego wpływania na proces ochrony środowiska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24C6E" w:rsidRPr="009C54AE" w:rsidTr="00061B3C">
        <w:tc>
          <w:tcPr>
            <w:tcW w:w="1701" w:type="dxa"/>
          </w:tcPr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7A7A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potrafi prawidłowo interpretować i wyjaśnić znaczenie norm, relacje pomiędzy nimi, właściwie analizując proces stanowienia i stosowania prawa, dostrzegając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obszary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prawie ochrony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śrowiska</w:t>
            </w:r>
            <w:proofErr w:type="spellEnd"/>
            <w:r w:rsidRPr="00E050C2">
              <w:rPr>
                <w:rFonts w:ascii="Corbel" w:hAnsi="Corbel"/>
                <w:b w:val="0"/>
                <w:smallCaps w:val="0"/>
                <w:szCs w:val="24"/>
              </w:rPr>
              <w:t>, w zakresie których regulacje powinny zostać znowelizowane bądź w przyszłości w ogóle uregulowane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prawnych w przedmiocie ochrony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środowiska, w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dlaczego zbyt radykalne pogl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ądy i metody związane z ochroną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środowiska nie znajdują uzasadnienia prawnego, kulturowego bądź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K_U05, 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B24C6E" w:rsidRPr="00AF4738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K_U10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50C2"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mając świadomo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zawodu prawnika, jaki będzie wykonywał oraz i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dentyfikuje się z ideą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swoją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wiedzę oraz doskonali umiejętności, mając świadomość zmienności przepisów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ochrony środowiska.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B24C6E" w:rsidRPr="009C54AE" w:rsidTr="00061B3C">
        <w:tc>
          <w:tcPr>
            <w:tcW w:w="1701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24C6E" w:rsidRPr="005E079D" w:rsidRDefault="00B24C6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ocenia znaczenie udziału społeczeństwa w procesie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szanuje poglądy i postawy innych osób w postrzeganiu zagadnień dotyczących ochrony środowiska. </w:t>
            </w:r>
          </w:p>
        </w:tc>
        <w:tc>
          <w:tcPr>
            <w:tcW w:w="1873" w:type="dxa"/>
          </w:tcPr>
          <w:p w:rsidR="00B24C6E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K_K06, </w:t>
            </w:r>
          </w:p>
          <w:p w:rsidR="00B24C6E" w:rsidRPr="005E079D" w:rsidRDefault="00B24C6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EB163A" w:rsidRDefault="00EB163A" w:rsidP="00EB163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konwersatorium </w:t>
      </w:r>
    </w:p>
    <w:p w:rsidR="00EB163A" w:rsidRPr="00EB163A" w:rsidRDefault="00EB163A" w:rsidP="00EB16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B163A" w:rsidRPr="008A0A7D" w:rsidTr="00783BAE">
        <w:tc>
          <w:tcPr>
            <w:tcW w:w="9639" w:type="dxa"/>
          </w:tcPr>
          <w:p w:rsidR="00EB163A" w:rsidRPr="008A0A7D" w:rsidRDefault="00EB163A" w:rsidP="00783B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63A" w:rsidRPr="008A0A7D" w:rsidTr="00783BAE">
        <w:tc>
          <w:tcPr>
            <w:tcW w:w="9639" w:type="dxa"/>
            <w:shd w:val="clear" w:color="auto" w:fill="auto"/>
          </w:tcPr>
          <w:tbl>
            <w:tblPr>
              <w:tblW w:w="941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768"/>
            </w:tblGrid>
            <w:tr w:rsidR="00EB163A" w:rsidRPr="008A0A7D" w:rsidTr="00783BAE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System prawa ochrony środowiska, ewolucja regulacji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EB163A" w:rsidRPr="008A0A7D" w:rsidTr="00783BAE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Źródła prawa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Zasady ogólne prawa ochrony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EB163A" w:rsidRPr="008A0A7D" w:rsidTr="00783BAE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Default="00EB163A" w:rsidP="00783BAE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Zasady ogólne prawa ochrony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EB163A" w:rsidRPr="008A0A7D" w:rsidTr="00783BAE">
              <w:trPr>
                <w:trHeight w:val="237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EB163A" w:rsidRPr="008A0A7D" w:rsidTr="00783BAE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Implementacja aktów wspólnotowych z zakresu ochrony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EB163A" w:rsidRPr="008A0A7D" w:rsidTr="00783BAE">
              <w:trPr>
                <w:trHeight w:val="27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Organy ochrony środowiska w Polsce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2 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godz.</w:t>
                  </w:r>
                </w:p>
              </w:tc>
            </w:tr>
            <w:tr w:rsidR="00EB163A" w:rsidRPr="008A0A7D" w:rsidTr="00783BAE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Odpowiedzialność prawna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 godz.</w:t>
                  </w:r>
                </w:p>
              </w:tc>
            </w:tr>
            <w:tr w:rsidR="00EB163A" w:rsidRPr="008A0A7D" w:rsidTr="00783BAE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 godz.</w:t>
                  </w:r>
                </w:p>
              </w:tc>
            </w:tr>
            <w:tr w:rsidR="00EB163A" w:rsidRPr="008A0A7D" w:rsidTr="00783BAE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Wybrane regulacje sektorowe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6 godz.</w:t>
                  </w:r>
                </w:p>
              </w:tc>
            </w:tr>
            <w:tr w:rsidR="00EB163A" w:rsidRPr="008A0A7D" w:rsidTr="00783BAE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D04844" w:rsidRDefault="00EB163A" w:rsidP="00783BAE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Wybrane zagadnienia ochrony różnorodności biologicznej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 godz.</w:t>
                  </w:r>
                </w:p>
              </w:tc>
            </w:tr>
            <w:tr w:rsidR="00EB163A" w:rsidRPr="008A0A7D" w:rsidTr="00783BAE">
              <w:trPr>
                <w:trHeight w:val="52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163A" w:rsidRPr="008A0A7D" w:rsidRDefault="00EB163A" w:rsidP="00783BAE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30 godz.</w:t>
                  </w:r>
                </w:p>
              </w:tc>
            </w:tr>
          </w:tbl>
          <w:p w:rsidR="00EB163A" w:rsidRPr="008A0A7D" w:rsidRDefault="00EB163A" w:rsidP="00783BAE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B163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Konwersatorium</w:t>
      </w:r>
      <w:r w:rsidRPr="00EB163A">
        <w:rPr>
          <w:rFonts w:ascii="Corbel" w:hAnsi="Corbel"/>
          <w:smallCaps w:val="0"/>
          <w:szCs w:val="24"/>
        </w:rPr>
        <w:t xml:space="preserve">: </w:t>
      </w:r>
      <w:r w:rsidRPr="00EB163A">
        <w:rPr>
          <w:rFonts w:ascii="Corbel" w:hAnsi="Corbel"/>
          <w:b w:val="0"/>
          <w:smallCaps w:val="0"/>
          <w:szCs w:val="24"/>
        </w:rPr>
        <w:t>analiza tekstów z dyskusją, analiza przypadków, analiza i interpretacja tekstów źródłowych oraz wybranych orzeczeń,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41655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416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A41655">
        <w:tc>
          <w:tcPr>
            <w:tcW w:w="1962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E1049" w:rsidRPr="009C54AE" w:rsidRDefault="00EB163A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41655">
              <w:rPr>
                <w:rFonts w:ascii="Corbel" w:hAnsi="Corbel"/>
                <w:b w:val="0"/>
                <w:smallCaps w:val="0"/>
                <w:szCs w:val="24"/>
              </w:rPr>
              <w:t>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41655" w:rsidRPr="009C54AE" w:rsidTr="00A41655">
        <w:tc>
          <w:tcPr>
            <w:tcW w:w="1962" w:type="dxa"/>
          </w:tcPr>
          <w:p w:rsidR="00A41655" w:rsidRPr="009C54AE" w:rsidRDefault="00A41655" w:rsidP="00A416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41655" w:rsidRPr="009C54AE" w:rsidRDefault="00A41655" w:rsidP="00A416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A41655" w:rsidRDefault="00A41655" w:rsidP="00A41655">
            <w:proofErr w:type="spellStart"/>
            <w:r w:rsidRPr="005002A0">
              <w:rPr>
                <w:rFonts w:ascii="Corbel" w:hAnsi="Corbel"/>
                <w:szCs w:val="24"/>
              </w:rPr>
              <w:t>k</w:t>
            </w:r>
            <w:r w:rsidRPr="005002A0">
              <w:rPr>
                <w:rFonts w:ascii="Corbel" w:hAnsi="Corbel"/>
                <w:b/>
                <w:smallCaps/>
                <w:szCs w:val="24"/>
              </w:rPr>
              <w:t>onw</w:t>
            </w:r>
            <w:proofErr w:type="spellEnd"/>
          </w:p>
        </w:tc>
      </w:tr>
      <w:tr w:rsidR="00A41655" w:rsidRPr="009C54AE" w:rsidTr="00A41655">
        <w:tc>
          <w:tcPr>
            <w:tcW w:w="1962" w:type="dxa"/>
          </w:tcPr>
          <w:p w:rsidR="00A41655" w:rsidRPr="009C54AE" w:rsidRDefault="00A41655" w:rsidP="00A416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41" w:type="dxa"/>
          </w:tcPr>
          <w:p w:rsidR="00A41655" w:rsidRPr="009C54AE" w:rsidRDefault="00A41655" w:rsidP="00A416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A41655" w:rsidRDefault="00A41655" w:rsidP="00A41655">
            <w:proofErr w:type="spellStart"/>
            <w:r w:rsidRPr="005002A0">
              <w:rPr>
                <w:rFonts w:ascii="Corbel" w:hAnsi="Corbel"/>
                <w:szCs w:val="24"/>
              </w:rPr>
              <w:t>k</w:t>
            </w:r>
            <w:r w:rsidRPr="005002A0">
              <w:rPr>
                <w:rFonts w:ascii="Corbel" w:hAnsi="Corbel"/>
                <w:b/>
                <w:smallCaps/>
                <w:szCs w:val="24"/>
              </w:rPr>
              <w:t>onw</w:t>
            </w:r>
            <w:proofErr w:type="spellEnd"/>
          </w:p>
        </w:tc>
      </w:tr>
      <w:tr w:rsidR="00A41655" w:rsidRPr="009C54AE" w:rsidTr="00A41655">
        <w:tc>
          <w:tcPr>
            <w:tcW w:w="1962" w:type="dxa"/>
          </w:tcPr>
          <w:p w:rsidR="00A41655" w:rsidRDefault="00A41655" w:rsidP="00A416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A41655" w:rsidRDefault="00A41655" w:rsidP="00A416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A41655" w:rsidRDefault="00A41655" w:rsidP="00A41655">
            <w:proofErr w:type="spellStart"/>
            <w:r w:rsidRPr="005002A0">
              <w:rPr>
                <w:rFonts w:ascii="Corbel" w:hAnsi="Corbel"/>
                <w:szCs w:val="24"/>
              </w:rPr>
              <w:t>k</w:t>
            </w:r>
            <w:r w:rsidRPr="005002A0">
              <w:rPr>
                <w:rFonts w:ascii="Corbel" w:hAnsi="Corbel"/>
                <w:b/>
                <w:smallCaps/>
                <w:szCs w:val="24"/>
              </w:rPr>
              <w:t>onw</w:t>
            </w:r>
            <w:proofErr w:type="spellEnd"/>
          </w:p>
        </w:tc>
      </w:tr>
      <w:tr w:rsidR="00A41655" w:rsidRPr="009C54AE" w:rsidTr="00A41655">
        <w:tc>
          <w:tcPr>
            <w:tcW w:w="1962" w:type="dxa"/>
          </w:tcPr>
          <w:p w:rsidR="00A41655" w:rsidRDefault="00A41655" w:rsidP="00A416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A41655" w:rsidRDefault="00A41655" w:rsidP="00A416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A41655" w:rsidRDefault="00A41655" w:rsidP="00A41655">
            <w:proofErr w:type="spellStart"/>
            <w:r w:rsidRPr="005002A0">
              <w:rPr>
                <w:rFonts w:ascii="Corbel" w:hAnsi="Corbel"/>
                <w:szCs w:val="24"/>
              </w:rPr>
              <w:t>k</w:t>
            </w:r>
            <w:r w:rsidRPr="005002A0">
              <w:rPr>
                <w:rFonts w:ascii="Corbel" w:hAnsi="Corbel"/>
                <w:b/>
                <w:smallCaps/>
                <w:szCs w:val="24"/>
              </w:rPr>
              <w:t>onw</w:t>
            </w:r>
            <w:proofErr w:type="spellEnd"/>
          </w:p>
        </w:tc>
      </w:tr>
      <w:tr w:rsidR="00A41655" w:rsidRPr="009C54AE" w:rsidTr="00A41655">
        <w:tc>
          <w:tcPr>
            <w:tcW w:w="1962" w:type="dxa"/>
          </w:tcPr>
          <w:p w:rsidR="00A41655" w:rsidRDefault="00A41655" w:rsidP="00A416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A41655" w:rsidRPr="000723AC" w:rsidRDefault="00A41655" w:rsidP="00A416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A41655" w:rsidRDefault="00A41655" w:rsidP="00A41655">
            <w:proofErr w:type="spellStart"/>
            <w:r w:rsidRPr="005002A0">
              <w:rPr>
                <w:rFonts w:ascii="Corbel" w:hAnsi="Corbel"/>
                <w:szCs w:val="24"/>
              </w:rPr>
              <w:t>k</w:t>
            </w:r>
            <w:r w:rsidRPr="005002A0">
              <w:rPr>
                <w:rFonts w:ascii="Corbel" w:hAnsi="Corbel"/>
                <w:b/>
                <w:smallCaps/>
                <w:szCs w:val="24"/>
              </w:rPr>
              <w:t>onw</w:t>
            </w:r>
            <w:proofErr w:type="spellEnd"/>
          </w:p>
        </w:tc>
      </w:tr>
      <w:tr w:rsidR="00A41655" w:rsidRPr="009C54AE" w:rsidTr="00A41655">
        <w:tc>
          <w:tcPr>
            <w:tcW w:w="1962" w:type="dxa"/>
          </w:tcPr>
          <w:p w:rsidR="00A41655" w:rsidRDefault="00A41655" w:rsidP="00A416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="00A41655" w:rsidRPr="000723AC" w:rsidRDefault="00A41655" w:rsidP="00A416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A41655" w:rsidRDefault="00A41655" w:rsidP="00A41655">
            <w:proofErr w:type="spellStart"/>
            <w:r w:rsidRPr="005002A0">
              <w:rPr>
                <w:rFonts w:ascii="Corbel" w:hAnsi="Corbel"/>
                <w:szCs w:val="24"/>
              </w:rPr>
              <w:t>k</w:t>
            </w:r>
            <w:r w:rsidRPr="005002A0">
              <w:rPr>
                <w:rFonts w:ascii="Corbel" w:hAnsi="Corbel"/>
                <w:b/>
                <w:smallCaps/>
                <w:szCs w:val="24"/>
              </w:rPr>
              <w:t>onw</w:t>
            </w:r>
            <w:proofErr w:type="spellEnd"/>
          </w:p>
        </w:tc>
      </w:tr>
      <w:tr w:rsidR="00A41655" w:rsidRPr="009C54AE" w:rsidTr="00A41655">
        <w:tc>
          <w:tcPr>
            <w:tcW w:w="1962" w:type="dxa"/>
          </w:tcPr>
          <w:p w:rsidR="00A41655" w:rsidRDefault="00A41655" w:rsidP="00A416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A41655" w:rsidRPr="000723AC" w:rsidRDefault="00A41655" w:rsidP="00A416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A41655" w:rsidRDefault="00A41655" w:rsidP="00A41655">
            <w:proofErr w:type="spellStart"/>
            <w:r w:rsidRPr="005002A0">
              <w:rPr>
                <w:rFonts w:ascii="Corbel" w:hAnsi="Corbel"/>
                <w:szCs w:val="24"/>
              </w:rPr>
              <w:t>k</w:t>
            </w:r>
            <w:r w:rsidRPr="005002A0">
              <w:rPr>
                <w:rFonts w:ascii="Corbel" w:hAnsi="Corbel"/>
                <w:b/>
                <w:smallCaps/>
                <w:szCs w:val="24"/>
              </w:rPr>
              <w:t>onw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EB163A" w:rsidRPr="00EB163A" w:rsidRDefault="00EB163A" w:rsidP="00EB163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63A">
              <w:rPr>
                <w:rFonts w:ascii="Corbel" w:hAnsi="Corbel"/>
                <w:b w:val="0"/>
                <w:smallCaps w:val="0"/>
                <w:szCs w:val="24"/>
              </w:rPr>
              <w:t>W przypadku konwersatorium – frekwencja na ćwiczeniach ustalana na podstawie listy obecności, aktywność, wyniki ustalane na podstawie pisemnych prac studentów lub ustnej odpowiedzi, obserwacja w trakcie zajęć, gdzie ocena pozytywna osiągana jest w przypadku uzyskania ponad 50% poprawnych odpowiedzi.</w:t>
            </w:r>
          </w:p>
          <w:p w:rsidR="0085747A" w:rsidRPr="009C54AE" w:rsidRDefault="00EB163A" w:rsidP="00EB16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63A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9"/>
        <w:gridCol w:w="4621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3F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3F96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85747A" w:rsidRPr="009C54AE" w:rsidRDefault="00EB163A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– 30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</w:t>
            </w:r>
            <w:r w:rsidR="00EB163A">
              <w:rPr>
                <w:rFonts w:ascii="Corbel" w:hAnsi="Corbel"/>
                <w:sz w:val="24"/>
                <w:szCs w:val="24"/>
              </w:rPr>
              <w:t>iał w zaliczeniu</w:t>
            </w:r>
            <w:r w:rsidR="0024120D">
              <w:rPr>
                <w:rFonts w:ascii="Corbel" w:hAnsi="Corbel"/>
                <w:sz w:val="24"/>
                <w:szCs w:val="24"/>
              </w:rPr>
              <w:t xml:space="preserve"> </w:t>
            </w:r>
            <w:r w:rsidR="00EB163A">
              <w:rPr>
                <w:rFonts w:ascii="Corbel" w:hAnsi="Corbel"/>
                <w:sz w:val="24"/>
                <w:szCs w:val="24"/>
              </w:rPr>
              <w:t xml:space="preserve">- </w:t>
            </w:r>
            <w:r w:rsidR="0024120D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F52FF" w:rsidRPr="009C54AE" w:rsidRDefault="00EB163A" w:rsidP="006767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63A">
              <w:rPr>
                <w:rFonts w:ascii="Corbel" w:hAnsi="Corbel"/>
                <w:sz w:val="24"/>
                <w:szCs w:val="24"/>
              </w:rPr>
              <w:t>Przygotowanie do zaliczenia - 80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6775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853F96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8B2CC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8B2CC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A4165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165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41655" w:rsidRPr="00A41655" w:rsidRDefault="00A4165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 xml:space="preserve">M. Górski (red.), Prawo ochrony środowiska, Wolters Kluwer 2018, </w:t>
            </w: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B. Rakoczy, B. Wierzbowski, Prawo ochrony środowiska. Zagadnienia podstawowe, Wolters Kluwer Polska 2018,</w:t>
            </w:r>
          </w:p>
          <w:p w:rsidR="00676775" w:rsidRPr="00676775" w:rsidRDefault="00676775" w:rsidP="0067677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J. Boć, K. Nowacki, E. Samborska-Boć, Ochrona środowiska, Wrocław 2005,</w:t>
            </w:r>
          </w:p>
          <w:p w:rsidR="00ED0422" w:rsidRPr="00676775" w:rsidRDefault="00676775" w:rsidP="00ED04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676775">
              <w:rPr>
                <w:rFonts w:ascii="Corbel" w:eastAsia="Cambria" w:hAnsi="Corbel"/>
              </w:rPr>
              <w:t>J. Stelmasiak (red.)</w:t>
            </w:r>
            <w:r w:rsidR="00AF7A65">
              <w:rPr>
                <w:rFonts w:ascii="Corbel" w:eastAsia="Cambria" w:hAnsi="Corbel"/>
              </w:rPr>
              <w:t xml:space="preserve"> </w:t>
            </w:r>
            <w:r w:rsidRPr="00676775">
              <w:rPr>
                <w:rFonts w:ascii="Corbel" w:eastAsia="Cambria" w:hAnsi="Corbel"/>
              </w:rPr>
              <w:t>Prawo ochrony środowiska, LexisNexis - Warszawa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647A03" w:rsidRDefault="00647A03" w:rsidP="00647A0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165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41655" w:rsidRPr="00A41655" w:rsidRDefault="00A41655" w:rsidP="00647A0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E. Ura, S. Pieprzny, Problemy współczesnej admin</w:t>
            </w:r>
            <w:r w:rsidR="00EB163A">
              <w:rPr>
                <w:rFonts w:eastAsia="Cambria" w:cs="Times-Roman"/>
                <w:lang w:eastAsia="pl-PL"/>
              </w:rPr>
              <w:t>istracji w Polsce, Rzeszów 2016,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J.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 xml:space="preserve"> (red.), M. Bar, Z. Bukowski, J. Jerzmański, S. Urban, Leksykon prawa ochrony środowiska,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WoltersKluwer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>, Warszawa 2012,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J. Ciechanowicz-McLean, Prawo ochrony i zarządzania środowiskiem, Warszawa 2019,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E. Symonides, Ochrona przyrody, Warszawa 2014,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 xml:space="preserve">M. Bar, M. Górski, J.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 xml:space="preserve">, J. Jerzmański, M. </w:t>
            </w:r>
            <w:proofErr w:type="spellStart"/>
            <w:r w:rsidRPr="00AF7A65">
              <w:rPr>
                <w:rFonts w:eastAsia="Cambria" w:cs="Times-Roman"/>
                <w:lang w:eastAsia="pl-PL"/>
              </w:rPr>
              <w:t>Pchałek</w:t>
            </w:r>
            <w:proofErr w:type="spellEnd"/>
            <w:r w:rsidRPr="00AF7A65">
              <w:rPr>
                <w:rFonts w:eastAsia="Cambria" w:cs="Times-Roman"/>
                <w:lang w:eastAsia="pl-PL"/>
              </w:rPr>
              <w:t>, W. Radecki, S. Urban, Prawo ochrony środowi</w:t>
            </w:r>
            <w:r w:rsidR="00EB163A">
              <w:rPr>
                <w:rFonts w:eastAsia="Cambria" w:cs="Times-Roman"/>
                <w:lang w:eastAsia="pl-PL"/>
              </w:rPr>
              <w:t>ska. Komentarz, C. H. BECK 2019,</w:t>
            </w:r>
          </w:p>
          <w:p w:rsidR="00AF7A65" w:rsidRPr="00AF7A65" w:rsidRDefault="00AF7A65" w:rsidP="00AF7A6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AF7A65">
              <w:rPr>
                <w:rFonts w:eastAsia="Cambria" w:cs="Times-Roman"/>
                <w:lang w:eastAsia="pl-PL"/>
              </w:rPr>
              <w:t>B. Rakoczy, Ochrona środowiska w praktyce gmin,</w:t>
            </w:r>
            <w:r w:rsidR="00EB163A">
              <w:rPr>
                <w:rFonts w:eastAsia="Cambria" w:cs="Times-Roman"/>
                <w:lang w:eastAsia="pl-PL"/>
              </w:rPr>
              <w:t xml:space="preserve"> Wolters Kluwer, Warszawa 2020,</w:t>
            </w:r>
          </w:p>
          <w:p w:rsidR="00EB163A" w:rsidRPr="00EB163A" w:rsidRDefault="00EB163A" w:rsidP="00EB163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EB163A">
              <w:rPr>
                <w:rFonts w:eastAsia="Cambria" w:cs="Times-Roman"/>
                <w:lang w:eastAsia="pl-PL"/>
              </w:rPr>
              <w:t xml:space="preserve">K. Gruszecki, Ustawa o ochronie przyrody. Komentarz, </w:t>
            </w:r>
            <w:r>
              <w:rPr>
                <w:rFonts w:eastAsia="Cambria" w:cs="Times-Roman"/>
                <w:lang w:eastAsia="pl-PL"/>
              </w:rPr>
              <w:t>Wolters Kluwer, Warszawa 2021,</w:t>
            </w:r>
          </w:p>
          <w:p w:rsidR="00835A90" w:rsidRPr="00835A90" w:rsidRDefault="00EB163A" w:rsidP="00EB163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B163A">
              <w:rPr>
                <w:rFonts w:eastAsia="Cambria" w:cs="Times-Roman"/>
                <w:lang w:eastAsia="pl-PL"/>
              </w:rPr>
              <w:t>B. Rakoczy, Ochrona środowiska w praktyce gminy, Wolters Kluwer, Warszawa 2020.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E98" w:rsidRDefault="00233E98" w:rsidP="00C16ABF">
      <w:pPr>
        <w:spacing w:after="0" w:line="240" w:lineRule="auto"/>
      </w:pPr>
      <w:r>
        <w:separator/>
      </w:r>
    </w:p>
  </w:endnote>
  <w:endnote w:type="continuationSeparator" w:id="0">
    <w:p w:rsidR="00233E98" w:rsidRDefault="00233E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E98" w:rsidRDefault="00233E98" w:rsidP="00C16ABF">
      <w:pPr>
        <w:spacing w:after="0" w:line="240" w:lineRule="auto"/>
      </w:pPr>
      <w:r>
        <w:separator/>
      </w:r>
    </w:p>
  </w:footnote>
  <w:footnote w:type="continuationSeparator" w:id="0">
    <w:p w:rsidR="00233E98" w:rsidRDefault="00233E98" w:rsidP="00C16ABF">
      <w:pPr>
        <w:spacing w:after="0" w:line="240" w:lineRule="auto"/>
      </w:pPr>
      <w:r>
        <w:continuationSeparator/>
      </w:r>
    </w:p>
  </w:footnote>
  <w:footnote w:id="1">
    <w:p w:rsidR="00B24C6E" w:rsidRDefault="00B24C6E" w:rsidP="00B24C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AC"/>
    <w:rsid w:val="000742DC"/>
    <w:rsid w:val="00084C12"/>
    <w:rsid w:val="00091BDD"/>
    <w:rsid w:val="0009462C"/>
    <w:rsid w:val="00094B12"/>
    <w:rsid w:val="00096C46"/>
    <w:rsid w:val="000A296F"/>
    <w:rsid w:val="000A2A28"/>
    <w:rsid w:val="000B192D"/>
    <w:rsid w:val="000B28EE"/>
    <w:rsid w:val="000B3E37"/>
    <w:rsid w:val="000C22DD"/>
    <w:rsid w:val="000D04B0"/>
    <w:rsid w:val="000F1C57"/>
    <w:rsid w:val="000F2B81"/>
    <w:rsid w:val="000F5615"/>
    <w:rsid w:val="0011010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3E98"/>
    <w:rsid w:val="0024028F"/>
    <w:rsid w:val="0024120D"/>
    <w:rsid w:val="00244ABC"/>
    <w:rsid w:val="00247B98"/>
    <w:rsid w:val="00275C2A"/>
    <w:rsid w:val="00281FF2"/>
    <w:rsid w:val="002857DE"/>
    <w:rsid w:val="00291567"/>
    <w:rsid w:val="00295E0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3618"/>
    <w:rsid w:val="00346167"/>
    <w:rsid w:val="00346FE9"/>
    <w:rsid w:val="0034759A"/>
    <w:rsid w:val="003503F6"/>
    <w:rsid w:val="003530DD"/>
    <w:rsid w:val="00363F78"/>
    <w:rsid w:val="00367A7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FF"/>
    <w:rsid w:val="00401BAF"/>
    <w:rsid w:val="00414E3C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3B6F"/>
    <w:rsid w:val="00517C63"/>
    <w:rsid w:val="005363C4"/>
    <w:rsid w:val="00536BDE"/>
    <w:rsid w:val="00543ACC"/>
    <w:rsid w:val="00547F29"/>
    <w:rsid w:val="0056696D"/>
    <w:rsid w:val="00571B4C"/>
    <w:rsid w:val="0059484D"/>
    <w:rsid w:val="005A0855"/>
    <w:rsid w:val="005A3196"/>
    <w:rsid w:val="005C080F"/>
    <w:rsid w:val="005C0B96"/>
    <w:rsid w:val="005C55E5"/>
    <w:rsid w:val="005C696A"/>
    <w:rsid w:val="005D771B"/>
    <w:rsid w:val="005E079D"/>
    <w:rsid w:val="005E6E85"/>
    <w:rsid w:val="005F31D2"/>
    <w:rsid w:val="0061029B"/>
    <w:rsid w:val="00617230"/>
    <w:rsid w:val="00621CE1"/>
    <w:rsid w:val="00627FC9"/>
    <w:rsid w:val="00647A03"/>
    <w:rsid w:val="00647FA8"/>
    <w:rsid w:val="00650C5F"/>
    <w:rsid w:val="00654934"/>
    <w:rsid w:val="006620D9"/>
    <w:rsid w:val="00671958"/>
    <w:rsid w:val="00675843"/>
    <w:rsid w:val="00676775"/>
    <w:rsid w:val="0069647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A90"/>
    <w:rsid w:val="008449B3"/>
    <w:rsid w:val="008539EE"/>
    <w:rsid w:val="00853F96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3C9"/>
    <w:rsid w:val="00970EE8"/>
    <w:rsid w:val="00983469"/>
    <w:rsid w:val="00997F14"/>
    <w:rsid w:val="009A78D9"/>
    <w:rsid w:val="009B7789"/>
    <w:rsid w:val="009C3E31"/>
    <w:rsid w:val="009C54AE"/>
    <w:rsid w:val="009C788E"/>
    <w:rsid w:val="009E3B41"/>
    <w:rsid w:val="009F1223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1655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B153C"/>
    <w:rsid w:val="00AD1146"/>
    <w:rsid w:val="00AD27D3"/>
    <w:rsid w:val="00AD66D6"/>
    <w:rsid w:val="00AE1160"/>
    <w:rsid w:val="00AE203C"/>
    <w:rsid w:val="00AE2E74"/>
    <w:rsid w:val="00AE5FCB"/>
    <w:rsid w:val="00AF2C1E"/>
    <w:rsid w:val="00AF7A65"/>
    <w:rsid w:val="00B06142"/>
    <w:rsid w:val="00B135B1"/>
    <w:rsid w:val="00B15546"/>
    <w:rsid w:val="00B24C6E"/>
    <w:rsid w:val="00B3130B"/>
    <w:rsid w:val="00B40ADB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A33F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52C5"/>
    <w:rsid w:val="00C766DF"/>
    <w:rsid w:val="00C94B98"/>
    <w:rsid w:val="00CA2B96"/>
    <w:rsid w:val="00CA5089"/>
    <w:rsid w:val="00CC525D"/>
    <w:rsid w:val="00CD6897"/>
    <w:rsid w:val="00CE5BAC"/>
    <w:rsid w:val="00CF25BE"/>
    <w:rsid w:val="00CF4892"/>
    <w:rsid w:val="00CF78ED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1049"/>
    <w:rsid w:val="00DE4A14"/>
    <w:rsid w:val="00DF320D"/>
    <w:rsid w:val="00DF71C8"/>
    <w:rsid w:val="00E129B8"/>
    <w:rsid w:val="00E21E7D"/>
    <w:rsid w:val="00E22FBC"/>
    <w:rsid w:val="00E24BF5"/>
    <w:rsid w:val="00E25338"/>
    <w:rsid w:val="00E44543"/>
    <w:rsid w:val="00E51E44"/>
    <w:rsid w:val="00E63348"/>
    <w:rsid w:val="00E77E88"/>
    <w:rsid w:val="00E8107D"/>
    <w:rsid w:val="00E8421F"/>
    <w:rsid w:val="00E960BB"/>
    <w:rsid w:val="00EA2074"/>
    <w:rsid w:val="00EA4832"/>
    <w:rsid w:val="00EA4E9D"/>
    <w:rsid w:val="00EB163A"/>
    <w:rsid w:val="00EC4899"/>
    <w:rsid w:val="00EC5E63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36389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DBC0C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34B30-0350-4B4C-BCD7-CDF880F3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1277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2021-10-26T07:36:00Z</dcterms:created>
  <dcterms:modified xsi:type="dcterms:W3CDTF">2022-11-29T12:42:00Z</dcterms:modified>
</cp:coreProperties>
</file>